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C90A44" w:rsidRDefault="00BF4DC6" w:rsidP="00441BF7">
      <w:pPr>
        <w:ind w:left="-1417" w:right="-141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7825105</wp:posOffset>
                </wp:positionH>
                <wp:positionV relativeFrom="paragraph">
                  <wp:posOffset>5534025</wp:posOffset>
                </wp:positionV>
                <wp:extent cx="1409700" cy="1217930"/>
                <wp:effectExtent l="38100" t="19050" r="38100" b="39370"/>
                <wp:wrapNone/>
                <wp:docPr id="15" name="Étoile à 5 branche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21793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Étoile à 5 branches 15" o:spid="_x0000_s1026" style="position:absolute;margin-left:616.15pt;margin-top:435.75pt;width:111pt;height:95.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9700,1217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" path="m1,465207r538459,3l704850,,871240,465210r538459,-3l974074,752719r166396,465208l704850,930409,269230,1217927,435626,752719,1,465207xe" fillcolor="yellow" strokecolor="#243f60 [1604]" strokeweight="2pt">
                <v:path arrowok="t" o:connecttype="custom" o:connectlocs="1,465207;538460,465210;704850,0;871240,465210;1409699,465207;974074,752719;1140470,1217927;704850,930409;269230,1217927;435626,752719;1,46520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91A9690" wp14:editId="0C0F161D">
                <wp:simplePos x="0" y="0"/>
                <wp:positionH relativeFrom="column">
                  <wp:posOffset>5110480</wp:posOffset>
                </wp:positionH>
                <wp:positionV relativeFrom="paragraph">
                  <wp:posOffset>5629275</wp:posOffset>
                </wp:positionV>
                <wp:extent cx="1609725" cy="1217930"/>
                <wp:effectExtent l="0" t="0" r="9525" b="127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1217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94B" w:rsidRPr="00BF4DC6" w:rsidRDefault="00BF4DC6" w:rsidP="00B4794B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BF4DC6">
                              <w:rPr>
                                <w:rFonts w:cs="Arial"/>
                                <w:sz w:val="200"/>
                                <w:szCs w:val="200"/>
                                <w:rtl/>
                              </w:rPr>
                              <w:t>١</w:t>
                            </w:r>
                            <w:r w:rsidR="00B4794B" w:rsidRPr="00BF4DC6">
                              <w:rPr>
                                <w:rFonts w:cs="Arial"/>
                                <w:sz w:val="200"/>
                                <w:szCs w:val="200"/>
                                <w:rtl/>
                              </w:rPr>
                              <w:t>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402.4pt;margin-top:443.25pt;width:126.75pt;height:95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" stroked="f">
                <v:textbox>
                  <w:txbxContent>
                    <w:p w:rsidR="00B4794B" w:rsidRPr="00BF4DC6" w:rsidRDefault="00BF4DC6" w:rsidP="00B4794B">
                      <w:pPr>
                        <w:rPr>
                          <w:sz w:val="200"/>
                          <w:szCs w:val="200"/>
                        </w:rPr>
                      </w:pPr>
                      <w:r w:rsidRPr="00BF4DC6">
                        <w:rPr>
                          <w:rFonts w:cs="Arial"/>
                          <w:sz w:val="200"/>
                          <w:szCs w:val="200"/>
                          <w:rtl/>
                        </w:rPr>
                        <w:t>١</w:t>
                      </w:r>
                      <w:r w:rsidR="00B4794B" w:rsidRPr="00BF4DC6">
                        <w:rPr>
                          <w:rFonts w:cs="Arial"/>
                          <w:sz w:val="200"/>
                          <w:szCs w:val="200"/>
                          <w:rtl/>
                        </w:rPr>
                        <w:t>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BB4D67" wp14:editId="51954EEB">
                <wp:simplePos x="0" y="0"/>
                <wp:positionH relativeFrom="column">
                  <wp:posOffset>2605405</wp:posOffset>
                </wp:positionH>
                <wp:positionV relativeFrom="paragraph">
                  <wp:posOffset>5600700</wp:posOffset>
                </wp:positionV>
                <wp:extent cx="942975" cy="1085850"/>
                <wp:effectExtent l="0" t="0" r="9525" b="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94B" w:rsidRPr="00BF4DC6" w:rsidRDefault="00B4794B" w:rsidP="00B4794B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BF4DC6">
                              <w:rPr>
                                <w:rFonts w:cs="Arial"/>
                                <w:sz w:val="200"/>
                                <w:szCs w:val="200"/>
                                <w:rtl/>
                              </w:rPr>
                              <w:t>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7" type="#_x0000_t202" style="position:absolute;left:0;text-align:left;margin-left:205.15pt;margin-top:441pt;width:74.25pt;height:8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" stroked="f">
                <v:textbox>
                  <w:txbxContent>
                    <w:p w:rsidR="00B4794B" w:rsidRPr="00BF4DC6" w:rsidRDefault="00B4794B" w:rsidP="00B4794B">
                      <w:pPr>
                        <w:rPr>
                          <w:sz w:val="200"/>
                          <w:szCs w:val="200"/>
                        </w:rPr>
                      </w:pPr>
                      <w:r w:rsidRPr="00BF4DC6">
                        <w:rPr>
                          <w:rFonts w:cs="Arial"/>
                          <w:sz w:val="200"/>
                          <w:szCs w:val="200"/>
                          <w:rtl/>
                        </w:rPr>
                        <w:t>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0179CA" wp14:editId="1BAA3438">
                <wp:simplePos x="0" y="0"/>
                <wp:positionH relativeFrom="column">
                  <wp:posOffset>-23495</wp:posOffset>
                </wp:positionH>
                <wp:positionV relativeFrom="paragraph">
                  <wp:posOffset>5524500</wp:posOffset>
                </wp:positionV>
                <wp:extent cx="962025" cy="1152525"/>
                <wp:effectExtent l="0" t="0" r="9525" b="9525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94B" w:rsidRPr="00BF4DC6" w:rsidRDefault="00B4794B" w:rsidP="00B4794B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BF4DC6">
                              <w:rPr>
                                <w:rFonts w:cs="Arial"/>
                                <w:sz w:val="200"/>
                                <w:szCs w:val="200"/>
                                <w:rtl/>
                              </w:rPr>
                              <w:t>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28" type="#_x0000_t202" style="position:absolute;left:0;text-align:left;margin-left:-1.85pt;margin-top:435pt;width:75.75pt;height:9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" stroked="f">
                <v:textbox>
                  <w:txbxContent>
                    <w:p w:rsidR="00B4794B" w:rsidRPr="00BF4DC6" w:rsidRDefault="00B4794B" w:rsidP="00B4794B">
                      <w:pPr>
                        <w:rPr>
                          <w:sz w:val="200"/>
                          <w:szCs w:val="200"/>
                        </w:rPr>
                      </w:pPr>
                      <w:r w:rsidRPr="00BF4DC6">
                        <w:rPr>
                          <w:rFonts w:cs="Arial"/>
                          <w:sz w:val="200"/>
                          <w:szCs w:val="200"/>
                          <w:rtl/>
                        </w:rPr>
                        <w:t>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A20928" wp14:editId="424621F1">
                <wp:simplePos x="0" y="0"/>
                <wp:positionH relativeFrom="column">
                  <wp:posOffset>8101330</wp:posOffset>
                </wp:positionH>
                <wp:positionV relativeFrom="paragraph">
                  <wp:posOffset>3324225</wp:posOffset>
                </wp:positionV>
                <wp:extent cx="1057275" cy="1028700"/>
                <wp:effectExtent l="0" t="0" r="9525" b="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94B" w:rsidRPr="00BF4DC6" w:rsidRDefault="00B4794B" w:rsidP="00B4794B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BF4DC6">
                              <w:rPr>
                                <w:rFonts w:cs="Arial"/>
                                <w:sz w:val="200"/>
                                <w:szCs w:val="200"/>
                                <w:rtl/>
                              </w:rPr>
                              <w:t>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29" type="#_x0000_t202" style="position:absolute;left:0;text-align:left;margin-left:637.9pt;margin-top:261.75pt;width:83.25pt;height:8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" stroked="f">
                <v:textbox>
                  <w:txbxContent>
                    <w:p w:rsidR="00B4794B" w:rsidRPr="00BF4DC6" w:rsidRDefault="00B4794B" w:rsidP="00B4794B">
                      <w:pPr>
                        <w:rPr>
                          <w:sz w:val="200"/>
                          <w:szCs w:val="200"/>
                        </w:rPr>
                      </w:pPr>
                      <w:r w:rsidRPr="00BF4DC6">
                        <w:rPr>
                          <w:rFonts w:cs="Arial"/>
                          <w:sz w:val="200"/>
                          <w:szCs w:val="200"/>
                          <w:rtl/>
                        </w:rPr>
                        <w:t>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90EF4C" wp14:editId="2E38FACC">
                <wp:simplePos x="0" y="0"/>
                <wp:positionH relativeFrom="column">
                  <wp:posOffset>5434330</wp:posOffset>
                </wp:positionH>
                <wp:positionV relativeFrom="paragraph">
                  <wp:posOffset>3152775</wp:posOffset>
                </wp:positionV>
                <wp:extent cx="942975" cy="1123950"/>
                <wp:effectExtent l="0" t="0" r="9525" b="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94B" w:rsidRPr="00BF4DC6" w:rsidRDefault="00B4794B" w:rsidP="00B4794B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BF4DC6">
                              <w:rPr>
                                <w:rFonts w:cs="Arial"/>
                                <w:sz w:val="200"/>
                                <w:szCs w:val="200"/>
                                <w:rtl/>
                              </w:rPr>
                              <w:t>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0" type="#_x0000_t202" style="position:absolute;left:0;text-align:left;margin-left:427.9pt;margin-top:248.25pt;width:74.25pt;height:8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" stroked="f">
                <v:textbox>
                  <w:txbxContent>
                    <w:p w:rsidR="00B4794B" w:rsidRPr="00BF4DC6" w:rsidRDefault="00B4794B" w:rsidP="00B4794B">
                      <w:pPr>
                        <w:rPr>
                          <w:sz w:val="200"/>
                          <w:szCs w:val="200"/>
                        </w:rPr>
                      </w:pPr>
                      <w:r w:rsidRPr="00BF4DC6">
                        <w:rPr>
                          <w:rFonts w:cs="Arial"/>
                          <w:sz w:val="200"/>
                          <w:szCs w:val="200"/>
                          <w:rtl/>
                        </w:rPr>
                        <w:t>٦</w:t>
                      </w:r>
                    </w:p>
                  </w:txbxContent>
                </v:textbox>
              </v:shape>
            </w:pict>
          </mc:Fallback>
        </mc:AlternateContent>
      </w:r>
      <w:r w:rsidR="00246C3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FA22D3" wp14:editId="4916D3C4">
                <wp:simplePos x="0" y="0"/>
                <wp:positionH relativeFrom="column">
                  <wp:posOffset>2672080</wp:posOffset>
                </wp:positionH>
                <wp:positionV relativeFrom="paragraph">
                  <wp:posOffset>3108960</wp:posOffset>
                </wp:positionV>
                <wp:extent cx="1009650" cy="1133475"/>
                <wp:effectExtent l="0" t="0" r="0" b="9525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94B" w:rsidRPr="00246C3E" w:rsidRDefault="00B4794B" w:rsidP="00B4794B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246C3E">
                              <w:rPr>
                                <w:rFonts w:cs="Arial"/>
                                <w:sz w:val="200"/>
                                <w:szCs w:val="200"/>
                                <w:rtl/>
                              </w:rPr>
                              <w:t>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1" type="#_x0000_t202" style="position:absolute;left:0;text-align:left;margin-left:210.4pt;margin-top:244.8pt;width:79.5pt;height:8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" stroked="f">
                <v:textbox>
                  <w:txbxContent>
                    <w:p w:rsidR="00B4794B" w:rsidRPr="00246C3E" w:rsidRDefault="00B4794B" w:rsidP="00B4794B">
                      <w:pPr>
                        <w:rPr>
                          <w:sz w:val="200"/>
                          <w:szCs w:val="200"/>
                        </w:rPr>
                      </w:pPr>
                      <w:r w:rsidRPr="00246C3E">
                        <w:rPr>
                          <w:rFonts w:cs="Arial"/>
                          <w:sz w:val="200"/>
                          <w:szCs w:val="200"/>
                          <w:rtl/>
                        </w:rPr>
                        <w:t>٥</w:t>
                      </w:r>
                    </w:p>
                  </w:txbxContent>
                </v:textbox>
              </v:shape>
            </w:pict>
          </mc:Fallback>
        </mc:AlternateContent>
      </w:r>
      <w:r w:rsidR="00246C3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C6DB40" wp14:editId="66D5DFF1">
                <wp:simplePos x="0" y="0"/>
                <wp:positionH relativeFrom="column">
                  <wp:posOffset>119380</wp:posOffset>
                </wp:positionH>
                <wp:positionV relativeFrom="paragraph">
                  <wp:posOffset>3000375</wp:posOffset>
                </wp:positionV>
                <wp:extent cx="1104900" cy="1276350"/>
                <wp:effectExtent l="0" t="0" r="0" b="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94B" w:rsidRPr="00246C3E" w:rsidRDefault="00B4794B" w:rsidP="00B4794B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246C3E">
                              <w:rPr>
                                <w:rFonts w:cs="Arial"/>
                                <w:sz w:val="200"/>
                                <w:szCs w:val="200"/>
                                <w:rtl/>
                              </w:rPr>
                              <w:t>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32" type="#_x0000_t202" style="position:absolute;left:0;text-align:left;margin-left:9.4pt;margin-top:236.25pt;width:87pt;height:10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" stroked="f">
                <v:textbox>
                  <w:txbxContent>
                    <w:p w:rsidR="00B4794B" w:rsidRPr="00246C3E" w:rsidRDefault="00B4794B" w:rsidP="00B4794B">
                      <w:pPr>
                        <w:rPr>
                          <w:sz w:val="200"/>
                          <w:szCs w:val="200"/>
                        </w:rPr>
                      </w:pPr>
                      <w:r w:rsidRPr="00246C3E">
                        <w:rPr>
                          <w:rFonts w:cs="Arial"/>
                          <w:sz w:val="200"/>
                          <w:szCs w:val="200"/>
                          <w:rtl/>
                        </w:rPr>
                        <w:t>٤</w:t>
                      </w:r>
                    </w:p>
                  </w:txbxContent>
                </v:textbox>
              </v:shape>
            </w:pict>
          </mc:Fallback>
        </mc:AlternateContent>
      </w:r>
      <w:r w:rsidR="00246C3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FD1B82" wp14:editId="4A1526D6">
                <wp:simplePos x="0" y="0"/>
                <wp:positionH relativeFrom="column">
                  <wp:posOffset>8186420</wp:posOffset>
                </wp:positionH>
                <wp:positionV relativeFrom="paragraph">
                  <wp:posOffset>1019175</wp:posOffset>
                </wp:positionV>
                <wp:extent cx="1228725" cy="1242060"/>
                <wp:effectExtent l="0" t="0" r="9525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242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94B" w:rsidRPr="00246C3E" w:rsidRDefault="00B4794B" w:rsidP="00B4794B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246C3E">
                              <w:rPr>
                                <w:rFonts w:cs="Arial"/>
                                <w:sz w:val="200"/>
                                <w:szCs w:val="200"/>
                                <w:rtl/>
                              </w:rPr>
                              <w:t>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3" type="#_x0000_t202" style="position:absolute;left:0;text-align:left;margin-left:644.6pt;margin-top:80.25pt;width:96.75pt;height:9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" stroked="f">
                <v:textbox>
                  <w:txbxContent>
                    <w:p w:rsidR="00B4794B" w:rsidRPr="00246C3E" w:rsidRDefault="00B4794B" w:rsidP="00B4794B">
                      <w:pPr>
                        <w:rPr>
                          <w:sz w:val="200"/>
                          <w:szCs w:val="200"/>
                        </w:rPr>
                      </w:pPr>
                      <w:r w:rsidRPr="00246C3E">
                        <w:rPr>
                          <w:rFonts w:cs="Arial"/>
                          <w:sz w:val="200"/>
                          <w:szCs w:val="200"/>
                          <w:rtl/>
                        </w:rPr>
                        <w:t>٣</w:t>
                      </w:r>
                    </w:p>
                  </w:txbxContent>
                </v:textbox>
              </v:shape>
            </w:pict>
          </mc:Fallback>
        </mc:AlternateContent>
      </w:r>
      <w:r w:rsidR="00246C3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7FCD10" wp14:editId="49EAB92D">
                <wp:simplePos x="0" y="0"/>
                <wp:positionH relativeFrom="column">
                  <wp:posOffset>2824480</wp:posOffset>
                </wp:positionH>
                <wp:positionV relativeFrom="paragraph">
                  <wp:posOffset>885825</wp:posOffset>
                </wp:positionV>
                <wp:extent cx="1095375" cy="1346835"/>
                <wp:effectExtent l="0" t="0" r="9525" b="571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1346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94B" w:rsidRPr="00246C3E" w:rsidRDefault="00B4794B" w:rsidP="00B4794B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246C3E">
                              <w:rPr>
                                <w:rFonts w:cs="Arial"/>
                                <w:sz w:val="200"/>
                                <w:szCs w:val="200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4" type="#_x0000_t202" style="position:absolute;left:0;text-align:left;margin-left:222.4pt;margin-top:69.75pt;width:86.25pt;height:10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" stroked="f">
                <v:textbox>
                  <w:txbxContent>
                    <w:p w:rsidR="00B4794B" w:rsidRPr="00246C3E" w:rsidRDefault="00B4794B" w:rsidP="00B4794B">
                      <w:pPr>
                        <w:rPr>
                          <w:sz w:val="200"/>
                          <w:szCs w:val="200"/>
                        </w:rPr>
                      </w:pPr>
                      <w:r w:rsidRPr="00246C3E">
                        <w:rPr>
                          <w:rFonts w:cs="Arial"/>
                          <w:sz w:val="200"/>
                          <w:szCs w:val="200"/>
                          <w:rtl/>
                        </w:rPr>
                        <w:t>١</w:t>
                      </w:r>
                    </w:p>
                  </w:txbxContent>
                </v:textbox>
              </v:shape>
            </w:pict>
          </mc:Fallback>
        </mc:AlternateContent>
      </w:r>
      <w:r w:rsidR="00246C3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CECF6F" wp14:editId="34F8B83B">
                <wp:simplePos x="0" y="0"/>
                <wp:positionH relativeFrom="column">
                  <wp:posOffset>5339080</wp:posOffset>
                </wp:positionH>
                <wp:positionV relativeFrom="paragraph">
                  <wp:posOffset>895350</wp:posOffset>
                </wp:positionV>
                <wp:extent cx="981075" cy="1066800"/>
                <wp:effectExtent l="0" t="0" r="9525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94B" w:rsidRPr="00246C3E" w:rsidRDefault="00B4794B" w:rsidP="00B4794B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246C3E">
                              <w:rPr>
                                <w:rFonts w:cs="Arial"/>
                                <w:sz w:val="200"/>
                                <w:szCs w:val="200"/>
                                <w:rtl/>
                              </w:rPr>
                              <w:t>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35" type="#_x0000_t202" style="position:absolute;left:0;text-align:left;margin-left:420.4pt;margin-top:70.5pt;width:77.25pt;height:8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" stroked="f">
                <v:textbox>
                  <w:txbxContent>
                    <w:p w:rsidR="00B4794B" w:rsidRPr="00246C3E" w:rsidRDefault="00B4794B" w:rsidP="00B4794B">
                      <w:pPr>
                        <w:rPr>
                          <w:sz w:val="200"/>
                          <w:szCs w:val="200"/>
                        </w:rPr>
                      </w:pPr>
                      <w:r w:rsidRPr="00246C3E">
                        <w:rPr>
                          <w:rFonts w:cs="Arial"/>
                          <w:sz w:val="200"/>
                          <w:szCs w:val="200"/>
                          <w:rtl/>
                        </w:rPr>
                        <w:t>٢</w:t>
                      </w:r>
                    </w:p>
                  </w:txbxContent>
                </v:textbox>
              </v:shape>
            </w:pict>
          </mc:Fallback>
        </mc:AlternateContent>
      </w:r>
      <w:r w:rsidR="00B4794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08048" wp14:editId="2806239F">
                <wp:simplePos x="0" y="0"/>
                <wp:positionH relativeFrom="column">
                  <wp:posOffset>-175895</wp:posOffset>
                </wp:positionH>
                <wp:positionV relativeFrom="paragraph">
                  <wp:posOffset>371475</wp:posOffset>
                </wp:positionV>
                <wp:extent cx="1314450" cy="1552575"/>
                <wp:effectExtent l="0" t="0" r="0" b="952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94B" w:rsidRPr="00B4794B" w:rsidRDefault="00B4794B">
                            <w:pPr>
                              <w:rPr>
                                <w:sz w:val="300"/>
                                <w:szCs w:val="300"/>
                              </w:rPr>
                            </w:pPr>
                            <w:r w:rsidRPr="00B4794B">
                              <w:rPr>
                                <w:rFonts w:cs="Arial"/>
                                <w:sz w:val="300"/>
                                <w:szCs w:val="300"/>
                                <w:rtl/>
                              </w:rPr>
                              <w:t>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13.85pt;margin-top:29.25pt;width:103.5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" stroked="f">
                <v:textbox>
                  <w:txbxContent>
                    <w:p w:rsidR="00B4794B" w:rsidRPr="00B4794B" w:rsidRDefault="00B4794B">
                      <w:pPr>
                        <w:rPr>
                          <w:sz w:val="300"/>
                          <w:szCs w:val="300"/>
                        </w:rPr>
                      </w:pPr>
                      <w:r w:rsidRPr="00B4794B">
                        <w:rPr>
                          <w:rFonts w:cs="Arial"/>
                          <w:sz w:val="300"/>
                          <w:szCs w:val="300"/>
                          <w:rtl/>
                        </w:rPr>
                        <w:t>٠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441BF7">
        <w:rPr>
          <w:noProof/>
        </w:rPr>
        <w:drawing>
          <wp:anchor distT="0" distB="0" distL="114300" distR="114300" simplePos="0" relativeHeight="251658240" behindDoc="1" locked="0" layoutInCell="1" allowOverlap="1" wp14:anchorId="69BB5C21" wp14:editId="53CA4683">
            <wp:simplePos x="0" y="0"/>
            <wp:positionH relativeFrom="column">
              <wp:posOffset>-1528445</wp:posOffset>
            </wp:positionH>
            <wp:positionV relativeFrom="paragraph">
              <wp:posOffset>-428625</wp:posOffset>
            </wp:positionV>
            <wp:extent cx="11877675" cy="8401050"/>
            <wp:effectExtent l="0" t="0" r="9525" b="0"/>
            <wp:wrapNone/>
            <wp:docPr id="1" name="Image 1" descr="C:\Users\SAFAROVT\Desktop\f18582ecabee6f7c36eb6f81bae60e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FAROVT\Desktop\f18582ecabee6f7c36eb6f81bae60ee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7675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36260" w:rsidRPr="00C90A44" w:rsidSect="00441BF7">
      <w:pgSz w:w="16838" w:h="11906" w:orient="landscape"/>
      <w:pgMar w:top="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F7"/>
    <w:rsid w:val="0013656C"/>
    <w:rsid w:val="00246C3E"/>
    <w:rsid w:val="0038516C"/>
    <w:rsid w:val="00441BF7"/>
    <w:rsid w:val="006B3802"/>
    <w:rsid w:val="00B4794B"/>
    <w:rsid w:val="00B65436"/>
    <w:rsid w:val="00BF49C4"/>
    <w:rsid w:val="00BF4DC6"/>
    <w:rsid w:val="00C90A44"/>
    <w:rsid w:val="00E4589A"/>
    <w:rsid w:val="00EB376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794B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441B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41B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794B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441B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41B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B92F7-E8A3-4E16-B812-3578D96AC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DAA4D733.dotm</Template>
  <TotalTime>79</TotalTime>
  <Pages>1</Pages>
  <Words>0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3</cp:revision>
  <dcterms:created xsi:type="dcterms:W3CDTF">2019-07-11T10:37:00Z</dcterms:created>
  <dcterms:modified xsi:type="dcterms:W3CDTF">2019-07-11T12:03:00Z</dcterms:modified>
</cp:coreProperties>
</file>